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BA768C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BA768C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768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32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BA768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BA76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Практична  примена  усвојених  знања   о  географским  одлима  регија  Европе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Кроз  парактичну  примену   </w:t>
            </w:r>
            <w:r w:rsidR="00886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систематизовати </w:t>
            </w:r>
            <w:r w:rsidR="005D6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знања  о  одликама  регија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D0461E" w:rsidRPr="005F7634" w:rsidRDefault="00BA768C" w:rsidP="00BA76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-изврши  упоредну  анализу географских  од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лика  појединих  регија  Европе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 1.1.3. Препознаје и чита геогра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фске и допунске елементе карте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Европе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ГЕ1.4.2. Препознаје основне  географске  одлике 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регија 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ГЕ2.1.2. Одређује положај места и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тачака на географској карти  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ГЕ2.4.2. Описује географске  одлике  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регија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BA768C" w:rsidRDefault="005F7634" w:rsidP="00BA768C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ГЕ3.1.1. Анализира географску карту и доноси закључке о </w:t>
            </w:r>
            <w:r w:rsidR="00BA76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одликама регија  Европе</w:t>
            </w:r>
          </w:p>
          <w:p w:rsidR="00664F16" w:rsidRPr="005F7634" w:rsidRDefault="005F7634" w:rsidP="00BA768C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ГЕ3.4.3. Објашњава географске везе и законитости   </w:t>
            </w:r>
            <w:r w:rsidR="00BA76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регијама Европе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индивидуални,  групни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4475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Европе,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4475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Упознајемо  ученике  са  циљевима  часа и  начином  рада.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Pr="00545C96" w:rsidRDefault="00447510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Делимо  ученике  у  пет  група.свака  група добија задатак да  прикаже  у  виду  постера географске  одлике  појединих  регија </w:t>
            </w:r>
            <w:r w:rsidR="00886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вропе.Прва  група-</w:t>
            </w:r>
            <w:r w:rsidR="00DB1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Јужна  Европа, друга-</w:t>
            </w:r>
            <w:r w:rsidR="00DB1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Средња  Европа,  трећа-</w:t>
            </w:r>
            <w:r w:rsidR="00DB1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Западна  Европа,  четврта-</w:t>
            </w:r>
            <w:r w:rsidR="00DB1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</w:t>
            </w:r>
            <w:r w:rsidR="00DB1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ерна  Европа  и  пета--Источна 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вропа</w:t>
            </w:r>
            <w:r w:rsidR="00DB1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.На постер  ученици  постављају  илустративни  материјал  који се  односи на  дату  регију.Ученици  </w:t>
            </w:r>
            <w:r w:rsidR="00886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 су били задужени  да  при</w:t>
            </w:r>
            <w:r w:rsidR="00DB1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преме заставе  постављају  их  на  одговарајажи  постер..Пратимо рад  ученика, помажемо и  подстичемо  ученике  да  развијају критичко мишљење  приликом  одабира  и  постављања  илустрација.Подстичемо ученике  на  међусобну  сарадњу.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DB1BF1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Позивамо  по  једног  ученика</w:t>
            </w:r>
            <w:r w:rsidR="00886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 сваке групе да  представи  резултате рада.Након тога  ученици  закључују  која  је  група  била  најуспешнија.Похваљујемо групе  за  уложени  труд.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47510"/>
    <w:rsid w:val="00466279"/>
    <w:rsid w:val="004C7CD5"/>
    <w:rsid w:val="00545C96"/>
    <w:rsid w:val="005D66C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86FCB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A768C"/>
    <w:rsid w:val="00BF20E4"/>
    <w:rsid w:val="00C379D6"/>
    <w:rsid w:val="00C70D9C"/>
    <w:rsid w:val="00C81044"/>
    <w:rsid w:val="00CC0911"/>
    <w:rsid w:val="00D0461E"/>
    <w:rsid w:val="00DB1BF1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47C39-23BC-42F5-9073-051CE1F5D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2020-07-05T10:12:00Z</dcterms:created>
  <dcterms:modified xsi:type="dcterms:W3CDTF">2020-07-05T10:13:00Z</dcterms:modified>
</cp:coreProperties>
</file>